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7ABC2" w14:textId="77777777" w:rsidR="00F5775A" w:rsidRPr="00110ECD" w:rsidRDefault="00F5775A" w:rsidP="00FE4BED">
      <w:pPr>
        <w:pStyle w:val="Corptext"/>
        <w:ind w:right="1176"/>
        <w:jc w:val="right"/>
        <w:rPr>
          <w:rFonts w:ascii="Calibri" w:hAnsi="Calibri" w:cs="Calibri"/>
        </w:rPr>
      </w:pPr>
      <w:r w:rsidRPr="00110ECD">
        <w:rPr>
          <w:rFonts w:ascii="Calibri" w:hAnsi="Calibri" w:cs="Calibri"/>
        </w:rPr>
        <w:t>Anexa</w:t>
      </w:r>
      <w:r w:rsidR="009E10E2">
        <w:rPr>
          <w:rFonts w:ascii="Calibri" w:hAnsi="Calibri" w:cs="Calibri"/>
        </w:rPr>
        <w:t xml:space="preserve"> 5</w:t>
      </w:r>
    </w:p>
    <w:p w14:paraId="0AA509D2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p w14:paraId="787676AE" w14:textId="77777777" w:rsidR="00F5775A" w:rsidRPr="00110ECD" w:rsidRDefault="00F5775A" w:rsidP="00110ECD">
      <w:pPr>
        <w:pStyle w:val="Corp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14:paraId="73B3F6A8" w14:textId="77777777" w:rsidR="00F5775A" w:rsidRPr="00110ECD" w:rsidRDefault="00F5775A" w:rsidP="00110ECD">
      <w:pPr>
        <w:pStyle w:val="Corp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14:paraId="5A0A7833" w14:textId="77777777" w:rsidR="00F5775A" w:rsidRPr="00110ECD" w:rsidRDefault="00F5775A" w:rsidP="00110ECD">
      <w:pPr>
        <w:pStyle w:val="Corp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14:paraId="5EB22F64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14:paraId="102BAA2A" w14:textId="77777777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0FA9F" w14:textId="77777777"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14:paraId="463D66D2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BBF3B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408F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7FCAD953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5AF5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44C9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7E7406E1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04641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40441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0ED3D85F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8DAB4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AF3B2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646974AB" w14:textId="77777777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06CC8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A1E4F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02D960A6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DB843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2AAA5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85D7893" w14:textId="77777777" w:rsidR="00F5775A" w:rsidRPr="00110ECD" w:rsidRDefault="00F5775A" w:rsidP="00FE4BED">
      <w:pPr>
        <w:rPr>
          <w:rFonts w:ascii="Calibri" w:hAnsi="Calibri" w:cs="Calibri"/>
        </w:rPr>
      </w:pPr>
    </w:p>
    <w:p w14:paraId="64E7890D" w14:textId="77777777"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14:paraId="63726752" w14:textId="77777777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1ACEA" w14:textId="77777777"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43C9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1DC2107" w14:textId="77777777"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BED6D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A002706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5BC0A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26BA194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6B5A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17D4B91" w14:textId="77777777"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8CB6C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830CE97" w14:textId="77777777"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14:paraId="30B5B8C9" w14:textId="77777777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6F2A748" w14:textId="77777777"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16083D9D" w14:textId="77777777"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5307C50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401DDF75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5124F8A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A82384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30D3ABE5" w14:textId="77777777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ECB50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A32B" w14:textId="77777777"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0F6259B4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14:paraId="4B1800E4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14:paraId="72E71500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14:paraId="261D899A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14:paraId="5634A24D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14:paraId="3C433725" w14:textId="77777777"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51BE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7D4EB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00E9F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95AC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788F923C" w14:textId="77777777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643D0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45150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14:paraId="4580403B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14:paraId="642CECED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239B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4AD2E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7635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7A771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365B5317" w14:textId="77777777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9EF20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764AF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14:paraId="302E610C" w14:textId="77777777"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DCA2B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1D86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76F70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ADFE0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11E6A771" w14:textId="77777777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F7478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001A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4BD7D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6284B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4B4D0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97B29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021BD5C2" w14:textId="77777777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261D5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002AB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54532F3D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14:paraId="16481E30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14:paraId="67BAE7E9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085FB2A2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5A54B449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7E9540A3" w14:textId="77777777"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B18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0CC94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5349E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45A0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38320A30" w14:textId="77777777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423A9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B601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2A42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11446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3834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0A11F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434606A7" w14:textId="77777777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DAACD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E72BB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45E4D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9F3D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3DD40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B9DE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14:paraId="6DE630DB" w14:textId="77777777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7A1D0A" w14:textId="77777777"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B909D0" w14:textId="77777777"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14:paraId="30BA29BC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14:paraId="70DFDB79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14:paraId="56F3AA6A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14:paraId="5CDD8F47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3ACE90C7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2194F10B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69F00929" w14:textId="77777777"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9C65C0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F85A41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AB51D8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6FAA55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5914C555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D2151" w14:textId="77777777"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FFA9" w14:textId="77777777"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14:paraId="5613CB10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50620864" w14:textId="77777777"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14:paraId="5BE8CD87" w14:textId="77777777"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0D218EC9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14:paraId="5B6F6738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14:paraId="5BD7C401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14:paraId="7F875372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92AA3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56A2F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7650A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C13E9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5D95201C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391B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27184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52998AFA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14:paraId="6775713C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5F187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F7CA4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8D0C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8EDBC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0B5FA07C" w14:textId="77777777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DB1B5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736EE" w14:textId="77777777"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41EC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4BF26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C210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2AE90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2905DDA5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C642D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BF5DB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38E6D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BCA75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CE29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C4B3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7D8C4212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4DBE1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437E0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6C209737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14:paraId="39560926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14:paraId="34A9CD7F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713D610B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0D004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0E62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92C7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B995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40F605B6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AE8B" w14:textId="77777777"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C3AB" w14:textId="77777777"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A414E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7FA11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148E0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59D07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7A8A65E3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5EDCF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0FE1B" w14:textId="77777777"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14:paraId="68E13ED4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14:paraId="24342FDF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14:paraId="011D4439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14:paraId="5ACEF9C0" w14:textId="77777777"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14:paraId="515019AF" w14:textId="77777777"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6393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D1F3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3319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30316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089612CE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3C242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1D24" w14:textId="77777777"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ACCA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96BE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D127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B77F8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705A633B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14AC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1C7EC" w14:textId="77777777"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FA6D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062D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B38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DAD9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2A6AD05F" w14:textId="77777777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9DD0A8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AB18B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A0CA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3E630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2ADE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870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5BE47D2D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C88D66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5676F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14:paraId="51BDDDF2" w14:textId="77777777"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877D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A2E4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F06A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E335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06A47B14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A308D4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692EA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14:paraId="4F8F1C69" w14:textId="77777777"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14:paraId="4041B64C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14:paraId="33FB4665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14:paraId="49C860CA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605E4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D3D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8D5E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2A1C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75CB205C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25B72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B128F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14:paraId="1113D264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14:paraId="407B0305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14:paraId="4A2FB59A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A62B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19590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39C4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EA63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DA09812" w14:textId="77777777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552D9" w14:textId="77777777"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81830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14:paraId="5D74BC9B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14:paraId="627477F9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14:paraId="292B7A5A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14:paraId="0401A1F2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E6CD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19F1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FFC6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FD1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5D58DCF0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6C02E" w14:textId="77777777"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79628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8302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4E2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E8C3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65C2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1D80E6D" w14:textId="77777777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520CE90" w14:textId="77777777"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6A13FF5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31F651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675B09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C057D01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99986D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2D35B34C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E375A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E43AC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6FE5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1930A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CE5C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75B4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8A4281B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2C31DF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1E186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59D4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FC5F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9B93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461A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79EA4FF4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A349C1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168EC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013310A9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1F12DE97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14:paraId="31F20D5E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14:paraId="2DF78B34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426F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7898FC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1A7F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4A71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E3E1C1A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A2B7E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335151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C39AB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450D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6E8F4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AF60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455D9D01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C8E0F2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A7309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C194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2A00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2AB5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5529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27EE489D" w14:textId="77777777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35D13C5" w14:textId="77777777"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4CC2F55" w14:textId="77777777"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14:paraId="78407D48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14:paraId="5D133634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45135D41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12ED63D4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381B6DFE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14:paraId="0F578909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C30D6FE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8B49501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2C5332F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2497A87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67224E61" w14:textId="77777777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47205" w14:textId="77777777"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7127D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D3C2D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A3A01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FFFEB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9C61F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6F533423" w14:textId="77777777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25C524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8D11F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B39F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BE9A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3EE66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1B107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93FAFD7" w14:textId="77777777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4289C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6D94A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1AC5F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8BB7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D9DCC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B90D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0E5460B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49A5FE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1E7C7" w14:textId="77777777"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5835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1CE72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D1D6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BF09B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6BCD841" w14:textId="77777777" w:rsidR="009945D9" w:rsidRPr="00110ECD" w:rsidRDefault="009945D9" w:rsidP="00FE4BED">
      <w:pPr>
        <w:rPr>
          <w:rFonts w:ascii="Calibri" w:hAnsi="Calibri" w:cs="Calibri"/>
        </w:rPr>
      </w:pPr>
    </w:p>
    <w:p w14:paraId="75C121A8" w14:textId="77777777"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14:paraId="0D352764" w14:textId="77777777" w:rsidR="009945D9" w:rsidRPr="00110ECD" w:rsidRDefault="009945D9" w:rsidP="00FE4BED">
      <w:pPr>
        <w:rPr>
          <w:rFonts w:ascii="Calibri" w:hAnsi="Calibri" w:cs="Calibri"/>
        </w:rPr>
      </w:pPr>
    </w:p>
    <w:p w14:paraId="4B34D675" w14:textId="77777777" w:rsidR="009945D9" w:rsidRPr="00110ECD" w:rsidRDefault="009945D9" w:rsidP="00FE4BED">
      <w:pPr>
        <w:rPr>
          <w:rFonts w:ascii="Calibri" w:hAnsi="Calibri" w:cs="Calibri"/>
        </w:rPr>
      </w:pPr>
    </w:p>
    <w:p w14:paraId="45142A02" w14:textId="77777777"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63D67" w14:textId="77777777" w:rsidR="000D336D" w:rsidRDefault="000D336D">
      <w:r>
        <w:separator/>
      </w:r>
    </w:p>
  </w:endnote>
  <w:endnote w:type="continuationSeparator" w:id="0">
    <w:p w14:paraId="517AFF93" w14:textId="77777777" w:rsidR="000D336D" w:rsidRDefault="000D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1A84" w14:textId="77777777" w:rsidR="00905035" w:rsidRDefault="0090503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6816FC0" w14:textId="77777777">
      <w:trPr>
        <w:cantSplit/>
        <w:trHeight w:hRule="exact" w:val="340"/>
        <w:hidden/>
      </w:trPr>
      <w:tc>
        <w:tcPr>
          <w:tcW w:w="9210" w:type="dxa"/>
        </w:tcPr>
        <w:p w14:paraId="1725F700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4EA8EDCB" w14:textId="77777777" w:rsidR="00F12E7F" w:rsidRDefault="00D73093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 wp14:anchorId="3C2D09E5" wp14:editId="26E179D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0C43A3" wp14:editId="788B9AD4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0ED9BA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C43A3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" filled="f" stroked="f">
              <v:textbox>
                <w:txbxContent>
                  <w:p w14:paraId="6E0ED9BA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1EBFB652" wp14:editId="3BC232A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A1481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BFB652"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ZiI3mdojtk6usFZq+N6fBvXF+uv5uiI+9Gy63HTop5c+bqBR6viWp1e8ZL7Un&#10;5FeiELLqcmXotbaO6OoERyAAaPwcycrS5MfzbLDh1t8Vq90gt0s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CZiI3mdojtOrrBV6zjenwb1w/rr+b3sfejZtbjp0U&#10;8ufN1Ao9XxDU6yf1t/J+ZXohBy6jJm99bo7o6gRXMAAAAFx4OZNtTkx7++rv/BL4dbbJavfANEs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W63jOn0+9cc87k7o6&#10;o+9HzazHj6K+VbzdQKLV8R1GsmecvMU+ZXohBy6jJmnyrbR3R1AiOQAAAAAAAncHyc3xLF3W8mXb&#10;R25Oor5+gGsWo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IWu4np9&#10;HExaeXk+ZXr+/ucc2px4eiZ3t3QCg1vFNRrN6zbkY/mV/PvQM2qyZujfk17oBBcQAAAAAAAAAHTT&#10;35vUY7/NtEvWOeTkrPdINrE7xE965jpgH0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x1Oqw6WnKzZIr3R2z6IeMmWmKu97RAKDXcbzZ96YP1WPv+VPsQc2tvfeMfk1/EFWi&#10;g+AAAAAAAAAAAAANnocnO6PDfvrC4wW5WGlu+Ad3s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8tatKza0xWsdczPU+TMRG8ztAKbXcdrXfHpI5U/vJ6vuRM+uiN64umfnSCiy5&#10;cma83y3m9p7ZlBte17cq0zM+cHh8AAAAAAAAAAAAAAAGp4Fk5fDqx21mYWehtytPEd07AsUg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HX8VwaLev7TL8yJ6vTPY4Z9VTD0e+t3&#10;QDO63X59bffJbavZSOqFfmz3zT5U9HZEdQIrmAAAAAAAAAAAAAAAAAAvvBrJ5ObH54sncOt0Xr94&#10;LxN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eM2bHgxzky2itY65l5vetKza07R&#10;AKDX8cyZd8el3x0+d8qfYg59ba+9cXkx39sgqJmZneZ3lE6wfAAAAAAAAAAAAAAAAAAAAWng/k5G&#10;vmvZespOgttn274Bplk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Cu4hxfDpN6U2y&#10;Ze6OqPSj6jV0xeTXyr93cDO6rV5tXk5ea2/dEdUK/LlvltvefuBweAAAAAAAAAAAAAAAAAAAAAAE&#10;rhuTmtfhtv8AK2dNNbk56T5wbBbg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PGXLTDj&#10;nJktFax1zL5a1aVm1p2iO0FBxHjd82+PS70p227Z9iBqNbN/Jxb1r39sgqEQHwAAAAAAAAAAAAAA&#10;AAAAAAAAAHqluRetu6dyJ2tE9wNtjtF8dbR2xErqs71ie+Aen0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RNdxHDoq+XPKyT1Ujrn2OWfUUwx09NuyIBmdbrs2tycrLbasdVI6oVubPfNbe09&#10;HZHZAIzmAAAAAAAAAAAAAAAAAAAAAAAAAAANfwrJznDsM9sV2W2ltytPSfNsCW6g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TMRG89EAKbiPG60icWknlW6pv2R6EPUa2K71xdM/OBQXvbJabXtN&#10;rT1zM7zKBMzad7TMzPbIPIAAAAAAAAAAAAAAAAAAAAAAAAAAAADS+DuTlaK1PmWWPD7b4ZjukFql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KnwhwcvSUyxHTjt0+iUTiFOVii3zZBm1eAAAAAAAAAAAAAAAAA&#10;AAAAAAAAAAAAAAAAA+gNppb87psV/nViVzitysdbd8A6v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F4SYOnFnj6soPEadNb/AHSCiQgAAAAAAAAAAAAAAAAA&#10;AAAAAAAAAAAAAAAAFv4O5OTrL0+dX1JXD7bZpjvgGjWI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r8IMPOaGMkR047b/dKNr6crByu2sgzKtAAAAAAAAAAAAA&#10;AAAAAAAAAAAAAAAAAAAAAafgGTl8P5PzLTCy0Ft8G3dILNJ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lqNPi1WKceakWr+Meh5yY65a8m8bwDN8R4Tl0czekTkw/Ojrj0q3UaW+GZtHlU7+4Fc4A&#10;AAAAAAAAAAAAAAAAAAAAAAAAAAAAAAAAsOB4+XxKk7e9ibf+/wAXfRV5Wpr5o3Bqlo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4F5A1481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41DA907" wp14:editId="20EA372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BFD9D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915324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D35819C" w14:textId="77777777"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DA907"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fAE9w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S76OEJF1BfWJeCNMvqL/gDYd4G/OBvJUyf2v&#10;g0DFmflsSbsPizyPJkxBfrNeUoDXmeo6I6wkqJIHzqbtLkzGPTjUbUeVpmlZuCO9G52keOnq3D75&#10;Jil09ng05nWcbr38ids/AA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WJ8AT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76BFD9D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915324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D35819C" w14:textId="77777777"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 wp14:anchorId="5452A331" wp14:editId="014B6858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B764CE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05F42" w14:textId="77777777" w:rsidR="00072DDE" w:rsidRDefault="00D73093">
    <w:pPr>
      <w:pStyle w:val="Subsol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1A4C62C6" wp14:editId="7F7618CC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0A24643" wp14:editId="1C6E77C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FAA41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24643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zpBt6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6C0FAA41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54F67F89" wp14:editId="0F878DF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CCF7F3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F67F89"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YiN5naI7ZOrrBWavjenwb1xfrr+boiPvRsutx06KeXPm6gUer4lqdXvGS+1J+RXohCy&#10;6nJl6LW2jujqBEcgAGj8HMnK0uTH82yw4dbfFavdILdL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mYiN5naI7Tq6wVes43p8G9cP66/m97H3o2bW46dFPLnzdQK&#10;PV8Q1Osn9bfyfmV6IQcuoyZvfW6O6OoEVzAAAABceDmTbU5Me/vq7/wS+HW2yWr3wDRL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Vut4zp9PvXHPO5O6OqPvR82s&#10;x4+ivlW83UCi1fEdRrJnnLzFPmV6IQcuoyZp8q20d0dQIjkAAAAAAAJ3B8nN8Sxd1vJl20duTqK+&#10;foBrF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FruJ6fRxMWnl5&#10;PmV6/v7nHNqceHomd7d0AoNbxTUazes25GP5lfz70DNqsmbo35Ne6AQXEAAAAAAAAAB009+b1GO/&#10;zbRL1jnk5Kz3SDaxO8RPeuY6YB9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dTqsOlpys2SK90ds+iHjJlpirve0QCg13G82femD9Vj7/lT7EHNrb33jH5NfxBVooPgAAAA&#10;AAAAAAAADZ6HJzujw376wuMFuVhpbvgHd7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LWrSs2tMVrHXMz1PkzERvM7QCm13Ha13x6SOVP7yer7kTProjeuLpn50gosuXJmvN8t&#10;5vae2ZQbXte3KtMzPnB4fAAAAAAAAAAAAAAABqeBZOXw6sdtZmFnobcrTxHdOwLFI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BB1/FcGi3r+0y/Mier0z2OGfVUw9Hvrd0Azut1+&#10;fW33yW2r2UjqhX5s980+VPR2RHUCK5gAAAAAAAAAAAAAAAAAL7wayeTmx+eLJ3DrdF6/eC8TQ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HjNmx4Mc5MtorWOuZeb3rSs2tO0QCg1/HM&#10;mXfHpd8dPnfKn2IOfW2vvXF5Md/bIKiZmZ3md5ROsHwAAAAAAAAAAAAAAAAAAAFp4P5ORr5r2XrK&#10;ToLbZ9u+AaZZ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ruIcXw6TelNsmXujqj0&#10;o+o1dMXk18q/d3Azuq1ebV5OXmtv3RHVCvy5b5bb3n7gcHgAAAAAAAAAAAAAAAAAAAAABK4bk5rX&#10;4bb/ACtnTTW5Oek+cGwW4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xly0w45yZLRWs&#10;dcy+WtWlZtadojtBQcR43fNvj0u9Kdtu2fYgajWzfycW9a9/bIKhEB8AAAAAAAAAAAAAAAAAAAAA&#10;AAB6pbkXrbuncidrRPcDbY7RfHW0dsRK6rO9YnvgHp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ETXcRw6Kvlzysk9VI659jln1FMMdPTbsiAZnW67NrcnKy22rHVSOqFbmz3zW3tPR2R2QCM&#10;5gAAAAAAAAAAAAAAAAAAAAAAAAAADX8Kyc5w7DPbFdltpbcrT0nzbAluo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EzERvPRACm4jxutInFpJ5Vuqb9kehD1Gtiu9cXTPzgUF72yWm17Ta09czO8&#10;ygTM2ne0zMz2yDyAAAAAAAAAAAAAAAAAAAAAAAAAAAAA0vg7k5WitT5lljw+2+GY7pBap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558+PT45yZbxWsdsvN71x15V5iIBm+JcXyavfHi3x4e7tt6&#10;VdqNXbLvWvk09YK1HAAAAAAAAAAAAAAAAAAAAAAAAAAAAAAAF14N5NsubH3xEwmcOt5V6+bcGgTw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pPCTDvTFniOqeTP5fmhcRp0Vv9wKBBAAAAAAAAAAAAAAA&#10;AAAAAAAAAAAAAAAAABI0GTmtdhv3Wh7wW5Oek+cGyX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5ajT4tVinHmpFq/jHoecmOuWvJvG8AzfEeE5dHM3pE5MPzo649Kt1GlvhmbR5VO/uBXOAAAAAAAA&#10;AAAAAAAAAAAAAAAAAAAAAAAAALDgePl8SpO3vYm3/v8AF30VeVqa+aNwap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FCCF7F3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5E5E762D" wp14:editId="68E88BB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442B7F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B457BA8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3A5B1AD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E762D"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Xr69wEAANI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SYPUYaRdQX0i4giTsehHoE0H+JuzgUxVcv/r&#10;IFBxZj5bEu/DIs+jC1OQ36yXFOB1prrOCCsJquSBs2m7C5NzDw5121GlaVwW7kjwRictXro690/G&#10;SRKdTR6deR2nWy+/4vYPAA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EPNevr3AQAA0g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4D442B7F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B457BA8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3A5B1AD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 wp14:anchorId="3C43DBFE" wp14:editId="125B7F2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C70F5" w14:textId="77777777" w:rsidR="000D336D" w:rsidRDefault="000D336D">
      <w:r>
        <w:separator/>
      </w:r>
    </w:p>
  </w:footnote>
  <w:footnote w:type="continuationSeparator" w:id="0">
    <w:p w14:paraId="5AD30779" w14:textId="77777777" w:rsidR="000D336D" w:rsidRDefault="000D3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B744" w14:textId="49D0715F" w:rsidR="00905035" w:rsidRDefault="005B4101">
    <w:pPr>
      <w:pStyle w:val="Antet"/>
    </w:pPr>
    <w:r>
      <w:pict w14:anchorId="18211F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583.65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B92D" w14:textId="725DCD26" w:rsidR="00841C6A" w:rsidRPr="00841C6A" w:rsidRDefault="00D73093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308F262" wp14:editId="39478E1E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AF4BB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19FB8ECA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08F262"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2N91Q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14:paraId="5B2AF4BB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19FB8ECA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9E10E2"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9E10E2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923D9C3" wp14:editId="3F65BE8B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0FF43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200D8C47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23D9C3"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14:paraId="6DC0FF43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200D8C47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D4BB6E2" wp14:editId="1CB3D485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9A66E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6982872D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4BB6E2"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14:paraId="0949A66E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6982872D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9ECB2AE" wp14:editId="488F982C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67F99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27C9E926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ECB2AE"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Rz1gIAAN0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14:paraId="4A367F99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27C9E926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7CDBD74" wp14:editId="3AE9F37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64F87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6B35DC43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CDBD74"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55564F87" w14:textId="77777777" w:rsidR="00841C6A" w:rsidRDefault="00841C6A" w:rsidP="00841C6A">
                      <w:pPr>
                        <w:spacing w:line="330" w:lineRule="auto"/>
                      </w:pPr>
                    </w:p>
                    <w:p w14:paraId="6B35DC43" w14:textId="77777777" w:rsidR="00841C6A" w:rsidRPr="00851382" w:rsidRDefault="00841C6A" w:rsidP="00841C6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14:paraId="3058C818" w14:textId="77777777" w:rsidR="00841C6A" w:rsidRDefault="00841C6A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0E393" w14:textId="0634DEC9" w:rsidR="00EB4182" w:rsidRDefault="00D73093" w:rsidP="00EB4182">
    <w:pPr>
      <w:pStyle w:val="Antet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9264" behindDoc="0" locked="0" layoutInCell="1" allowOverlap="1" wp14:anchorId="44EEADC4" wp14:editId="138D2215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 wp14:anchorId="28613175" wp14:editId="33B32754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0" layoutInCell="1" allowOverlap="1" wp14:anchorId="7AF8827A" wp14:editId="2AB26EAB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14:paraId="7007455B" w14:textId="77777777" w:rsidR="00EB4182" w:rsidRDefault="00EB418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0D336D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6AF3"/>
    <w:rsid w:val="004E277C"/>
    <w:rsid w:val="00523BEA"/>
    <w:rsid w:val="005705BF"/>
    <w:rsid w:val="005A6B00"/>
    <w:rsid w:val="005B4101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5035"/>
    <w:rsid w:val="00907D45"/>
    <w:rsid w:val="00936CF8"/>
    <w:rsid w:val="0095716B"/>
    <w:rsid w:val="009945D9"/>
    <w:rsid w:val="009C6F66"/>
    <w:rsid w:val="009E10E2"/>
    <w:rsid w:val="009F711B"/>
    <w:rsid w:val="00AC3124"/>
    <w:rsid w:val="00AE26E4"/>
    <w:rsid w:val="00AE4990"/>
    <w:rsid w:val="00AF0DE7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73093"/>
    <w:rsid w:val="00D94812"/>
    <w:rsid w:val="00D96085"/>
    <w:rsid w:val="00D966DD"/>
    <w:rsid w:val="00DD113C"/>
    <w:rsid w:val="00E02CBD"/>
    <w:rsid w:val="00E32BBC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26FB6618"/>
  <w15:chartTrackingRefBased/>
  <w15:docId w15:val="{CE860A99-6DF3-4FB9-A16E-81C08704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5C6F6-F118-4785-A3C2-DC8500CC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7</Pages>
  <Words>1793</Words>
  <Characters>11574</Characters>
  <Application>Microsoft Office Word</Application>
  <DocSecurity>0</DocSecurity>
  <Lines>96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4</cp:revision>
  <cp:lastPrinted>2022-03-29T08:07:00Z</cp:lastPrinted>
  <dcterms:created xsi:type="dcterms:W3CDTF">2023-09-06T09:13:00Z</dcterms:created>
  <dcterms:modified xsi:type="dcterms:W3CDTF">2025-09-26T12:23:00Z</dcterms:modified>
</cp:coreProperties>
</file>